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720585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Point Pleasant Junior and Senior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049502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720585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720585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102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720585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181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720585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102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720585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56.4%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59.8%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38.2%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72058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96.1%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720585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1.0%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72058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2.9%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720585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720585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97.1%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1.0%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1.0%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1.0%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720585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97.1%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24.5%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720585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20.6%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18.6%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720585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3.9%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7.8%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27.5%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43.1%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25.5%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13.7%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10.8%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22.5%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8.8%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720585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67.6%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13.7%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3.9%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720585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72058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95.1%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72058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3.9%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72058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1.0%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78.4%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19.6%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1.0%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1.0%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8.8%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55.9%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3.9%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1440" w:type="dxa"/>
          </w:tcPr>
          <w:p w:rsidR="00ED0933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5.9%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720585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6.9%</w:t>
            </w:r>
          </w:p>
        </w:tc>
        <w:tc>
          <w:tcPr>
            <w:tcW w:w="1440" w:type="dxa"/>
          </w:tcPr>
          <w:p w:rsidR="009B797D" w:rsidRPr="00797E2A" w:rsidRDefault="00720585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5.9%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6.9%</w:t>
            </w:r>
          </w:p>
        </w:tc>
        <w:tc>
          <w:tcPr>
            <w:tcW w:w="1440" w:type="dxa"/>
          </w:tcPr>
          <w:p w:rsidR="008B42CE" w:rsidRPr="00797E2A" w:rsidRDefault="00720585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11.8%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37.3%</w:t>
            </w:r>
          </w:p>
        </w:tc>
        <w:tc>
          <w:tcPr>
            <w:tcW w:w="1440" w:type="dxa"/>
          </w:tcPr>
          <w:p w:rsidR="008B42CE" w:rsidRPr="00797E2A" w:rsidRDefault="0072058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48.0%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46.1%</w:t>
            </w:r>
          </w:p>
        </w:tc>
        <w:tc>
          <w:tcPr>
            <w:tcW w:w="1440" w:type="dxa"/>
          </w:tcPr>
          <w:p w:rsidR="00ED0933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28.4%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1.0%</w:t>
            </w:r>
          </w:p>
        </w:tc>
        <w:tc>
          <w:tcPr>
            <w:tcW w:w="1440" w:type="dxa"/>
          </w:tcPr>
          <w:p w:rsidR="00ED0933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12.7%</w:t>
            </w:r>
          </w:p>
        </w:tc>
        <w:tc>
          <w:tcPr>
            <w:tcW w:w="889" w:type="pct"/>
          </w:tcPr>
          <w:p w:rsidR="004206F3" w:rsidRPr="000B28B6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85.3%</w:t>
            </w:r>
          </w:p>
        </w:tc>
        <w:tc>
          <w:tcPr>
            <w:tcW w:w="1011" w:type="pct"/>
          </w:tcPr>
          <w:p w:rsidR="004206F3" w:rsidRPr="000B28B6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2.0%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12.7%</w:t>
            </w:r>
          </w:p>
        </w:tc>
        <w:tc>
          <w:tcPr>
            <w:tcW w:w="889" w:type="pct"/>
          </w:tcPr>
          <w:p w:rsidR="004206F3" w:rsidRPr="000B28B6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86.3%</w:t>
            </w:r>
          </w:p>
        </w:tc>
        <w:tc>
          <w:tcPr>
            <w:tcW w:w="1011" w:type="pct"/>
          </w:tcPr>
          <w:p w:rsidR="004206F3" w:rsidRPr="000B28B6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60.8%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37.3%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2.0%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39.2%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38.2%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37.3%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16.7%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3.9%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3.9%</w:t>
            </w:r>
          </w:p>
        </w:tc>
        <w:tc>
          <w:tcPr>
            <w:tcW w:w="2250" w:type="dxa"/>
            <w:noWrap/>
          </w:tcPr>
          <w:p w:rsidR="004206F3" w:rsidRPr="00797E2A" w:rsidRDefault="00720585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3.9%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1.0%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10.8%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30.4%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25.5%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22.5%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19.6%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14.7%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18.6%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9.8%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4.9%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4.9%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14.7%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3.9%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370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8.8%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40.2%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19.6%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44.1%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19.6%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48.0%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39.2%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30.4%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7.8%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15.7%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52.0%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2.0%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52.0%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6.9%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720585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2.0%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8.8%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10.8%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7.8%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15.7%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29.4%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20.6%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19.6%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20.6%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15.7%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3.9%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3.9%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8.8%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3.9%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3.9%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3.9%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4.9%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16.7%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4.9%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720585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4.9%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30.4%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7.8%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25.5%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43.1%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4.9%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25.5%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44.1%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20.6%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43.1%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3.9%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39.2%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19.6%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30.4%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15.7%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3.9%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28.4%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16.7%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31.4%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46.1%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2.9%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63.7%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3.9%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34.3%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27.5%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7.8%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26.5%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24.5%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36.3%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4.9%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18.6%</w:t>
            </w:r>
          </w:p>
        </w:tc>
        <w:tc>
          <w:tcPr>
            <w:tcW w:w="99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14.7%</w:t>
            </w:r>
          </w:p>
        </w:tc>
        <w:tc>
          <w:tcPr>
            <w:tcW w:w="1170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53.9%</w:t>
            </w:r>
          </w:p>
        </w:tc>
        <w:tc>
          <w:tcPr>
            <w:tcW w:w="1435" w:type="dxa"/>
            <w:noWrap/>
          </w:tcPr>
          <w:p w:rsidR="00364F87" w:rsidRPr="00797E2A" w:rsidRDefault="00720585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2.9%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44.1%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65.7%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30.4%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72.5%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73.5%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75.5%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46.1%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39.2%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64.7%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69.6%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59.8%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63.7%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14.7%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720585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4.9%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585" w:rsidRDefault="00720585" w:rsidP="0035328A">
      <w:pPr>
        <w:spacing w:after="0" w:line="240" w:lineRule="auto"/>
      </w:pPr>
      <w:r>
        <w:separator/>
      </w:r>
    </w:p>
  </w:endnote>
  <w:endnote w:type="continuationSeparator" w:id="0">
    <w:p w:rsidR="00720585" w:rsidRDefault="0072058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720585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585" w:rsidRDefault="00720585" w:rsidP="0035328A">
      <w:pPr>
        <w:spacing w:after="0" w:line="240" w:lineRule="auto"/>
      </w:pPr>
      <w:r>
        <w:separator/>
      </w:r>
    </w:p>
  </w:footnote>
  <w:footnote w:type="continuationSeparator" w:id="0">
    <w:p w:rsidR="00720585" w:rsidRDefault="0072058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85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0585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D89527CC-34EE-4F33-A706-530516D1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AD447-4F27-493C-A642-E3001BB9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